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-107315</wp:posOffset>
                </wp:positionH>
                <wp:positionV relativeFrom="paragraph">
                  <wp:posOffset>250825</wp:posOffset>
                </wp:positionV>
                <wp:extent cx="6301740" cy="2156460"/>
                <wp:effectExtent l="0" t="0" r="22860" b="1524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1740" cy="215646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45pt;margin-top:19.75pt;width:496.2pt;height:16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" filled="f" strokecolor="#76923c [2406]" strokeweight="1pt"/>
            </w:pict>
          </mc:Fallback>
        </mc:AlternateContent>
      </w:r>
      <w:r w:rsidR="00890274">
        <w:rPr>
          <w:rFonts w:ascii="Arial" w:hAnsi="Arial" w:cs="Arial"/>
          <w:b/>
          <w:color w:val="76923C" w:themeColor="accent3" w:themeShade="BF"/>
          <w:sz w:val="28"/>
          <w:szCs w:val="28"/>
        </w:rPr>
        <w:t xml:space="preserve">DÉCOUVERTE DES SAVEURS 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 w:rsidR="00552BAD">
        <w:rPr>
          <w:rFonts w:ascii="Arial" w:hAnsi="Arial" w:cs="Arial"/>
        </w:rPr>
        <w:t xml:space="preserve"> </w:t>
      </w:r>
      <w:r w:rsidR="00552BAD">
        <w:rPr>
          <w:rFonts w:ascii="Arial" w:hAnsi="Arial" w:cs="Arial"/>
        </w:rPr>
        <w:tab/>
        <w:t>1 à 4</w:t>
      </w:r>
    </w:p>
    <w:p w:rsidR="000E4464" w:rsidRDefault="000E4464" w:rsidP="00837771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890274" w:rsidRDefault="00890274" w:rsidP="00890274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Epices : menthe, gingembre, clou de girofle, cannelle, cardamone,  </w:t>
      </w:r>
      <w:r w:rsidR="002C1AE0">
        <w:rPr>
          <w:rFonts w:ascii="Arial" w:hAnsi="Arial" w:cs="Arial"/>
        </w:rPr>
        <w:t xml:space="preserve">autres épices présentes dans la cuisine érythréenne </w:t>
      </w:r>
      <w:r>
        <w:rPr>
          <w:rFonts w:ascii="Arial" w:hAnsi="Arial" w:cs="Arial"/>
        </w:rPr>
        <w:t xml:space="preserve">(cette </w:t>
      </w:r>
      <w:r w:rsidR="002C1AE0">
        <w:rPr>
          <w:rFonts w:ascii="Arial" w:hAnsi="Arial" w:cs="Arial"/>
        </w:rPr>
        <w:t>liste peut varier</w:t>
      </w:r>
      <w:r>
        <w:rPr>
          <w:rFonts w:ascii="Arial" w:hAnsi="Arial" w:cs="Arial"/>
        </w:rPr>
        <w:t xml:space="preserve"> en fonction de l'adulte qui anime le jeu)</w:t>
      </w:r>
    </w:p>
    <w:p w:rsidR="00890274" w:rsidRDefault="00890274" w:rsidP="00890274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 bandeaux pour les yeux </w:t>
      </w:r>
    </w:p>
    <w:p w:rsidR="00890274" w:rsidRDefault="00890274" w:rsidP="00890274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Une table </w:t>
      </w:r>
    </w:p>
    <w:p w:rsidR="00890274" w:rsidRDefault="00890274" w:rsidP="00890274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Des chaises (autant de chaises que d'élèves + 1 pour l'adulte)</w:t>
      </w:r>
    </w:p>
    <w:p w:rsidR="00890274" w:rsidRDefault="00890274" w:rsidP="00890274">
      <w:pPr>
        <w:spacing w:after="0"/>
        <w:ind w:left="2124"/>
        <w:jc w:val="both"/>
        <w:rPr>
          <w:rFonts w:ascii="Arial" w:hAnsi="Arial" w:cs="Arial"/>
        </w:rPr>
      </w:pP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687DE3" w:rsidRPr="001F0309" w:rsidRDefault="00687DE3" w:rsidP="001F0309">
      <w:pPr>
        <w:spacing w:after="0"/>
        <w:jc w:val="both"/>
        <w:rPr>
          <w:rFonts w:ascii="Arial" w:hAnsi="Arial" w:cs="Arial"/>
        </w:rPr>
      </w:pP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Default="001F0309" w:rsidP="00FA6E02">
      <w:pPr>
        <w:ind w:left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Le but du jeu est </w:t>
      </w:r>
      <w:r w:rsidR="002C1AE0">
        <w:rPr>
          <w:rFonts w:ascii="Arial" w:hAnsi="Arial" w:cs="Arial"/>
          <w:b/>
        </w:rPr>
        <w:t xml:space="preserve">de </w:t>
      </w:r>
      <w:r>
        <w:rPr>
          <w:rFonts w:ascii="Arial" w:hAnsi="Arial" w:cs="Arial"/>
          <w:b/>
        </w:rPr>
        <w:t>découvr</w:t>
      </w:r>
      <w:r w:rsidR="002C1AE0">
        <w:rPr>
          <w:rFonts w:ascii="Arial" w:hAnsi="Arial" w:cs="Arial"/>
          <w:b/>
        </w:rPr>
        <w:t>ir et reconnaître de façon olfactive des épices typiques de la cuisine érythréenne</w:t>
      </w:r>
      <w:r>
        <w:rPr>
          <w:rFonts w:ascii="Arial" w:hAnsi="Arial" w:cs="Arial"/>
          <w:b/>
        </w:rPr>
        <w:t xml:space="preserve">. </w:t>
      </w:r>
    </w:p>
    <w:p w:rsidR="002C1AE0" w:rsidRPr="00FA6E02" w:rsidRDefault="002C1AE0" w:rsidP="00FA6E02">
      <w:pPr>
        <w:ind w:left="709"/>
        <w:jc w:val="both"/>
        <w:rPr>
          <w:rFonts w:ascii="Arial" w:hAnsi="Arial" w:cs="Arial"/>
          <w:b/>
        </w:rPr>
      </w:pPr>
    </w:p>
    <w:p w:rsidR="00FA6E02" w:rsidRPr="002C1AE0" w:rsidRDefault="000E4464" w:rsidP="002C1AE0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</w:rPr>
      </w:pPr>
      <w:r w:rsidRPr="002C1AE0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2C1AE0">
        <w:rPr>
          <w:rFonts w:ascii="Arial" w:hAnsi="Arial" w:cs="Arial"/>
          <w:b/>
          <w:color w:val="76923C" w:themeColor="accent3" w:themeShade="BF"/>
        </w:rPr>
        <w:t xml:space="preserve"> :</w:t>
      </w:r>
      <w:r w:rsidR="002C1AE0">
        <w:rPr>
          <w:rFonts w:ascii="Arial" w:hAnsi="Arial" w:cs="Arial"/>
          <w:b/>
          <w:color w:val="76923C" w:themeColor="accent3" w:themeShade="BF"/>
        </w:rPr>
        <w:br/>
      </w:r>
    </w:p>
    <w:p w:rsidR="002C1AE0" w:rsidRDefault="00890274" w:rsidP="00890274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2C1AE0">
        <w:rPr>
          <w:rFonts w:ascii="Arial" w:hAnsi="Arial" w:cs="Arial"/>
          <w:b/>
        </w:rPr>
        <w:t xml:space="preserve">L'adulte qui anime le jeu </w:t>
      </w:r>
      <w:r w:rsidR="002C1AE0" w:rsidRPr="002C1AE0">
        <w:rPr>
          <w:rFonts w:ascii="Arial" w:hAnsi="Arial" w:cs="Arial"/>
          <w:b/>
        </w:rPr>
        <w:t>bande</w:t>
      </w:r>
      <w:r w:rsidRPr="002C1AE0">
        <w:rPr>
          <w:rFonts w:ascii="Arial" w:hAnsi="Arial" w:cs="Arial"/>
          <w:b/>
        </w:rPr>
        <w:t xml:space="preserve"> les yeux des élèves.</w:t>
      </w:r>
    </w:p>
    <w:p w:rsidR="002C1AE0" w:rsidRDefault="002C1AE0" w:rsidP="002C1AE0">
      <w:pPr>
        <w:pStyle w:val="Paragraphedeliste"/>
        <w:jc w:val="both"/>
        <w:rPr>
          <w:rFonts w:ascii="Arial" w:hAnsi="Arial" w:cs="Arial"/>
          <w:b/>
        </w:rPr>
      </w:pPr>
    </w:p>
    <w:p w:rsidR="002C1AE0" w:rsidRDefault="002C1AE0" w:rsidP="00890274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Il fait sentir aux</w:t>
      </w:r>
      <w:r w:rsidR="00890274" w:rsidRPr="002C1AE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élèves </w:t>
      </w:r>
      <w:r w:rsidR="00890274" w:rsidRPr="002C1AE0">
        <w:rPr>
          <w:rFonts w:ascii="Arial" w:hAnsi="Arial" w:cs="Arial"/>
          <w:b/>
        </w:rPr>
        <w:t>les différent</w:t>
      </w:r>
      <w:r w:rsidR="00C943E0" w:rsidRPr="002C1AE0">
        <w:rPr>
          <w:rFonts w:ascii="Arial" w:hAnsi="Arial" w:cs="Arial"/>
          <w:b/>
        </w:rPr>
        <w:t>e</w:t>
      </w:r>
      <w:r w:rsidR="00890274" w:rsidRPr="002C1AE0">
        <w:rPr>
          <w:rFonts w:ascii="Arial" w:hAnsi="Arial" w:cs="Arial"/>
          <w:b/>
        </w:rPr>
        <w:t>s épices</w:t>
      </w:r>
      <w:r>
        <w:rPr>
          <w:rFonts w:ascii="Arial" w:hAnsi="Arial" w:cs="Arial"/>
          <w:b/>
        </w:rPr>
        <w:t xml:space="preserve"> proposées en les nommant à la fois en français et en tigrinya</w:t>
      </w:r>
      <w:r w:rsidR="00890274" w:rsidRPr="002C1AE0">
        <w:rPr>
          <w:rFonts w:ascii="Arial" w:hAnsi="Arial" w:cs="Arial"/>
          <w:b/>
        </w:rPr>
        <w:t xml:space="preserve">. </w:t>
      </w:r>
    </w:p>
    <w:p w:rsidR="002C1AE0" w:rsidRPr="002C1AE0" w:rsidRDefault="002C1AE0" w:rsidP="002C1AE0">
      <w:pPr>
        <w:pStyle w:val="Paragraphedeliste"/>
        <w:rPr>
          <w:rFonts w:ascii="Arial" w:hAnsi="Arial" w:cs="Arial"/>
          <w:b/>
        </w:rPr>
      </w:pPr>
    </w:p>
    <w:p w:rsidR="002C1AE0" w:rsidRDefault="00890274" w:rsidP="00890274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2C1AE0">
        <w:rPr>
          <w:rFonts w:ascii="Arial" w:hAnsi="Arial" w:cs="Arial"/>
          <w:b/>
        </w:rPr>
        <w:t>Les élèves essayent à tour de rôle de deviner de quel</w:t>
      </w:r>
      <w:r w:rsidR="00C943E0" w:rsidRPr="002C1AE0">
        <w:rPr>
          <w:rFonts w:ascii="Arial" w:hAnsi="Arial" w:cs="Arial"/>
          <w:b/>
        </w:rPr>
        <w:t xml:space="preserve">le épice </w:t>
      </w:r>
      <w:r w:rsidR="000E23B3" w:rsidRPr="002C1AE0">
        <w:rPr>
          <w:rFonts w:ascii="Arial" w:hAnsi="Arial" w:cs="Arial"/>
          <w:b/>
        </w:rPr>
        <w:t xml:space="preserve">il </w:t>
      </w:r>
      <w:r w:rsidRPr="002C1AE0">
        <w:rPr>
          <w:rFonts w:ascii="Arial" w:hAnsi="Arial" w:cs="Arial"/>
          <w:b/>
        </w:rPr>
        <w:t xml:space="preserve">s'agit. </w:t>
      </w:r>
    </w:p>
    <w:p w:rsidR="002C1AE0" w:rsidRPr="002C1AE0" w:rsidRDefault="002C1AE0" w:rsidP="002C1AE0">
      <w:pPr>
        <w:pStyle w:val="Paragraphedeliste"/>
        <w:rPr>
          <w:rFonts w:ascii="Arial" w:hAnsi="Arial" w:cs="Arial"/>
          <w:b/>
        </w:rPr>
      </w:pPr>
    </w:p>
    <w:p w:rsidR="002C1AE0" w:rsidRDefault="00890274" w:rsidP="00890274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2C1AE0">
        <w:rPr>
          <w:rFonts w:ascii="Arial" w:hAnsi="Arial" w:cs="Arial"/>
          <w:b/>
        </w:rPr>
        <w:t xml:space="preserve">L'élève qui </w:t>
      </w:r>
      <w:r w:rsidR="001F0309" w:rsidRPr="002C1AE0">
        <w:rPr>
          <w:rFonts w:ascii="Arial" w:hAnsi="Arial" w:cs="Arial"/>
          <w:b/>
        </w:rPr>
        <w:t>réussit</w:t>
      </w:r>
      <w:r w:rsidRPr="002C1AE0">
        <w:rPr>
          <w:rFonts w:ascii="Arial" w:hAnsi="Arial" w:cs="Arial"/>
          <w:b/>
        </w:rPr>
        <w:t xml:space="preserve"> à deviner correctement l'épice obti</w:t>
      </w:r>
      <w:r w:rsidR="001F0309" w:rsidRPr="002C1AE0">
        <w:rPr>
          <w:rFonts w:ascii="Arial" w:hAnsi="Arial" w:cs="Arial"/>
          <w:b/>
        </w:rPr>
        <w:t xml:space="preserve">ent un point. </w:t>
      </w:r>
      <w:r w:rsidR="002C1AE0">
        <w:rPr>
          <w:rFonts w:ascii="Arial" w:hAnsi="Arial" w:cs="Arial"/>
          <w:b/>
        </w:rPr>
        <w:t>Ses points sont doublés si l</w:t>
      </w:r>
      <w:r w:rsidR="001F0309" w:rsidRPr="002C1AE0">
        <w:rPr>
          <w:rFonts w:ascii="Arial" w:hAnsi="Arial" w:cs="Arial"/>
          <w:b/>
        </w:rPr>
        <w:t xml:space="preserve">'élève </w:t>
      </w:r>
      <w:r w:rsidR="002C1AE0">
        <w:rPr>
          <w:rFonts w:ascii="Arial" w:hAnsi="Arial" w:cs="Arial"/>
          <w:b/>
        </w:rPr>
        <w:t>parvient à donner le nom de l'épice en tigrinya.</w:t>
      </w:r>
    </w:p>
    <w:p w:rsidR="002C1AE0" w:rsidRPr="002C1AE0" w:rsidRDefault="002C1AE0" w:rsidP="002C1AE0">
      <w:pPr>
        <w:pStyle w:val="Paragraphedeliste"/>
        <w:rPr>
          <w:rFonts w:ascii="Arial" w:hAnsi="Arial" w:cs="Arial"/>
          <w:b/>
        </w:rPr>
      </w:pPr>
    </w:p>
    <w:p w:rsidR="00890274" w:rsidRPr="002C1AE0" w:rsidRDefault="002C1AE0" w:rsidP="00890274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L'élève </w:t>
      </w:r>
      <w:r w:rsidR="001F0309" w:rsidRPr="002C1AE0">
        <w:rPr>
          <w:rFonts w:ascii="Arial" w:hAnsi="Arial" w:cs="Arial"/>
          <w:b/>
        </w:rPr>
        <w:t>qui récolte le plus de point</w:t>
      </w:r>
      <w:r w:rsidR="00C943E0" w:rsidRPr="002C1AE0">
        <w:rPr>
          <w:rFonts w:ascii="Arial" w:hAnsi="Arial" w:cs="Arial"/>
          <w:b/>
        </w:rPr>
        <w:t>s</w:t>
      </w:r>
      <w:r w:rsidR="001F0309" w:rsidRPr="002C1AE0">
        <w:rPr>
          <w:rFonts w:ascii="Arial" w:hAnsi="Arial" w:cs="Arial"/>
          <w:b/>
        </w:rPr>
        <w:t xml:space="preserve"> remporte la partie. </w:t>
      </w:r>
    </w:p>
    <w:p w:rsidR="00FA6E02" w:rsidRDefault="00FA6E02" w:rsidP="00FA6E02">
      <w:pPr>
        <w:pStyle w:val="Paragraphedeliste"/>
        <w:jc w:val="both"/>
        <w:rPr>
          <w:rFonts w:ascii="Arial" w:hAnsi="Arial" w:cs="Arial"/>
          <w:b/>
        </w:rPr>
      </w:pPr>
    </w:p>
    <w:p w:rsidR="00FA6E02" w:rsidRDefault="00FA6E02" w:rsidP="00FA6E02">
      <w:pPr>
        <w:pStyle w:val="Paragraphedeliste"/>
        <w:jc w:val="both"/>
        <w:rPr>
          <w:rFonts w:ascii="Arial" w:hAnsi="Arial" w:cs="Arial"/>
          <w:b/>
        </w:rPr>
      </w:pPr>
    </w:p>
    <w:p w:rsidR="001F0309" w:rsidRPr="002C1AE0" w:rsidRDefault="001F0309" w:rsidP="002C1AE0">
      <w:pPr>
        <w:jc w:val="both"/>
        <w:rPr>
          <w:rFonts w:ascii="Arial" w:hAnsi="Arial" w:cs="Arial"/>
          <w:b/>
        </w:rPr>
      </w:pPr>
      <w:r w:rsidRPr="002C1AE0">
        <w:rPr>
          <w:rFonts w:ascii="Arial" w:hAnsi="Arial" w:cs="Arial"/>
          <w:b/>
        </w:rPr>
        <w:t xml:space="preserve">En fin de partie, les élèves </w:t>
      </w:r>
      <w:r w:rsidR="002C1AE0">
        <w:rPr>
          <w:rFonts w:ascii="Arial" w:hAnsi="Arial" w:cs="Arial"/>
          <w:b/>
        </w:rPr>
        <w:t xml:space="preserve">ont la possibilité de goûter une </w:t>
      </w:r>
      <w:proofErr w:type="spellStart"/>
      <w:r w:rsidR="00C943E0" w:rsidRPr="002C1AE0">
        <w:rPr>
          <w:rFonts w:ascii="Arial" w:hAnsi="Arial" w:cs="Arial"/>
          <w:b/>
        </w:rPr>
        <w:t>I</w:t>
      </w:r>
      <w:r w:rsidR="002C1AE0">
        <w:rPr>
          <w:rFonts w:ascii="Arial" w:hAnsi="Arial" w:cs="Arial"/>
          <w:b/>
        </w:rPr>
        <w:t>ngera</w:t>
      </w:r>
      <w:proofErr w:type="spellEnd"/>
      <w:r w:rsidR="002C1AE0">
        <w:rPr>
          <w:rFonts w:ascii="Arial" w:hAnsi="Arial" w:cs="Arial"/>
          <w:b/>
        </w:rPr>
        <w:t>, spécialité érythréenne qui ressemble à une crêpe à</w:t>
      </w:r>
      <w:bookmarkStart w:id="0" w:name="_GoBack"/>
      <w:bookmarkEnd w:id="0"/>
      <w:r w:rsidRPr="002C1AE0">
        <w:rPr>
          <w:rFonts w:ascii="Arial" w:hAnsi="Arial" w:cs="Arial"/>
          <w:b/>
        </w:rPr>
        <w:t xml:space="preserve"> mille trous. </w:t>
      </w:r>
    </w:p>
    <w:p w:rsidR="00CE00B3" w:rsidRDefault="00CE00B3" w:rsidP="00CE00B3">
      <w:pPr>
        <w:pStyle w:val="Paragraphedeliste"/>
        <w:jc w:val="both"/>
        <w:rPr>
          <w:rFonts w:ascii="Arial" w:hAnsi="Arial" w:cs="Arial"/>
          <w:b/>
        </w:rPr>
      </w:pPr>
    </w:p>
    <w:p w:rsidR="001F0309" w:rsidRDefault="001F0309" w:rsidP="001F0309">
      <w:pPr>
        <w:pStyle w:val="Paragraphedeliste"/>
        <w:jc w:val="both"/>
        <w:rPr>
          <w:rFonts w:ascii="Arial" w:hAnsi="Arial" w:cs="Arial"/>
          <w:b/>
        </w:rPr>
      </w:pPr>
    </w:p>
    <w:p w:rsidR="001F0309" w:rsidRPr="00890274" w:rsidRDefault="001F0309" w:rsidP="001F0309">
      <w:pPr>
        <w:pStyle w:val="Paragraphedeliste"/>
        <w:jc w:val="center"/>
        <w:rPr>
          <w:rFonts w:ascii="Arial" w:hAnsi="Arial" w:cs="Arial"/>
          <w:b/>
        </w:rPr>
      </w:pPr>
      <w:r>
        <w:rPr>
          <w:rFonts w:ascii="Arial" w:hAnsi="Arial" w:cs="Arial"/>
          <w:noProof/>
          <w:color w:val="0000FF"/>
          <w:sz w:val="27"/>
          <w:szCs w:val="27"/>
          <w:shd w:val="clear" w:color="auto" w:fill="FFFFFF"/>
          <w:lang w:eastAsia="fr-CH"/>
        </w:rPr>
        <w:drawing>
          <wp:inline distT="0" distB="0" distL="0" distR="0" wp14:anchorId="1F8F81FD" wp14:editId="35342B6F">
            <wp:extent cx="1897380" cy="1249680"/>
            <wp:effectExtent l="0" t="0" r="7620" b="7620"/>
            <wp:docPr id="1" name="Image 1" descr="Résultat de recherche d'images pour &quot;ingera&quot;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ésultat de recherche d'images pour &quot;ingera&quot;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7380" cy="124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F0309" w:rsidRPr="00890274" w:rsidSect="00687DE3">
      <w:footerReference w:type="default" r:id="rId10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C21" w:rsidRDefault="007D5C21" w:rsidP="00687DE3">
      <w:pPr>
        <w:spacing w:after="0" w:line="240" w:lineRule="auto"/>
      </w:pPr>
      <w:r>
        <w:separator/>
      </w:r>
    </w:p>
  </w:endnote>
  <w:end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C21" w:rsidRDefault="007D5C21" w:rsidP="00687DE3">
      <w:pPr>
        <w:spacing w:after="0" w:line="240" w:lineRule="auto"/>
      </w:pPr>
      <w:r>
        <w:separator/>
      </w:r>
    </w:p>
  </w:footnote>
  <w:foot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74ABF"/>
    <w:rsid w:val="000E23B3"/>
    <w:rsid w:val="000E4464"/>
    <w:rsid w:val="00177EC9"/>
    <w:rsid w:val="001A4A00"/>
    <w:rsid w:val="001F0309"/>
    <w:rsid w:val="002C1AE0"/>
    <w:rsid w:val="003F707B"/>
    <w:rsid w:val="004163C9"/>
    <w:rsid w:val="004A3EDD"/>
    <w:rsid w:val="004B3F3D"/>
    <w:rsid w:val="00507F03"/>
    <w:rsid w:val="00552BAD"/>
    <w:rsid w:val="00687DE3"/>
    <w:rsid w:val="007D5C21"/>
    <w:rsid w:val="00837771"/>
    <w:rsid w:val="00890274"/>
    <w:rsid w:val="00B431DF"/>
    <w:rsid w:val="00C113DD"/>
    <w:rsid w:val="00C45E62"/>
    <w:rsid w:val="00C943E0"/>
    <w:rsid w:val="00CE00B3"/>
    <w:rsid w:val="00D61C79"/>
    <w:rsid w:val="00DF5E50"/>
    <w:rsid w:val="00FA6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h/imgres?imgurl=https://wo7645.files.wordpress.com/2015/12/cache_4096508936.jpg?w%3D316%26h%3D237&amp;imgrefurl=https://wo7645.wordpress.com/2015/12/24/ingera-the-most-common-food-ethiopian-pancake/&amp;docid=ho7Qup0sMPP66M&amp;tbnid=oLNR3E2sozIe8M:&amp;vet=10ahUKEwiW5uXZrKzjAhWBx4UKHQhhCA8QMwhzKCQwJA..i&amp;w=316&amp;h=237&amp;safe=active&amp;bih=532&amp;biw=1070&amp;q=ingera%20&amp;ved=0ahUKEwiW5uXZrKzjAhWBx4UKHQhhCA8QMwhzKCQwJA&amp;iact=mrc&amp;uact=8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3042390D.dotm</Template>
  <TotalTime>7</TotalTime>
  <Pages>2</Pages>
  <Words>170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2019-07-23T12:58:00Z</dcterms:created>
  <dcterms:modified xsi:type="dcterms:W3CDTF">2019-07-29T08:50:00Z</dcterms:modified>
</cp:coreProperties>
</file>